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35" w:rsidRDefault="00B57835">
      <w:pPr>
        <w:pStyle w:val="Title"/>
      </w:pPr>
      <w:r>
        <w:t>PLC Meeting Summary Sheet</w:t>
      </w:r>
      <w:r w:rsidR="000A2B94">
        <w:t xml:space="preserve"> </w:t>
      </w:r>
    </w:p>
    <w:p w:rsidR="00B57835" w:rsidRDefault="00B57835"/>
    <w:p w:rsidR="00B57835" w:rsidRDefault="00B57835">
      <w:pPr>
        <w:rPr>
          <w:i/>
          <w:iCs/>
        </w:rPr>
      </w:pPr>
      <w:r>
        <w:rPr>
          <w:i/>
          <w:iCs/>
        </w:rPr>
        <w:t xml:space="preserve">Please complete </w:t>
      </w:r>
      <w:r>
        <w:rPr>
          <w:b/>
          <w:bCs/>
          <w:i/>
          <w:iCs/>
        </w:rPr>
        <w:t>ONLY</w:t>
      </w:r>
      <w:r>
        <w:rPr>
          <w:i/>
          <w:iCs/>
        </w:rPr>
        <w:t xml:space="preserve"> the relevant sections of this sheet. Please complete this document and email it to your K-12 Supervisor and your building administration as an email attachment. Administration should receive this email before leaving work each Friday</w:t>
      </w:r>
      <w:proofErr w:type="gramStart"/>
      <w:r>
        <w:rPr>
          <w:i/>
          <w:iCs/>
        </w:rPr>
        <w:t>..</w:t>
      </w:r>
      <w:proofErr w:type="gramEnd"/>
      <w:r>
        <w:rPr>
          <w:i/>
          <w:iCs/>
        </w:rPr>
        <w:t xml:space="preserve"> </w:t>
      </w:r>
    </w:p>
    <w:p w:rsidR="00B57835" w:rsidRDefault="00B57835">
      <w:pPr>
        <w:rPr>
          <w:i/>
          <w:iCs/>
        </w:rPr>
      </w:pPr>
    </w:p>
    <w:p w:rsidR="004C4CE8" w:rsidRDefault="004C4CE8">
      <w:pPr>
        <w:pStyle w:val="Heading1"/>
      </w:pPr>
      <w:r>
        <w:t xml:space="preserve">Grade Level/PLC Group: </w:t>
      </w:r>
      <w:r w:rsidR="00E73C48">
        <w:rPr>
          <w:b w:val="0"/>
          <w:u w:val="single"/>
        </w:rPr>
        <w:t>6</w:t>
      </w:r>
      <w:r w:rsidRPr="00E45567">
        <w:rPr>
          <w:b w:val="0"/>
          <w:u w:val="single"/>
          <w:vertAlign w:val="superscript"/>
        </w:rPr>
        <w:t>th</w:t>
      </w:r>
      <w:r w:rsidRPr="00E45567">
        <w:rPr>
          <w:b w:val="0"/>
          <w:u w:val="single"/>
        </w:rPr>
        <w:t xml:space="preserve"> Grade </w:t>
      </w:r>
      <w:r w:rsidR="00E73C48">
        <w:rPr>
          <w:b w:val="0"/>
          <w:u w:val="single"/>
        </w:rPr>
        <w:t>Western Hemisphere</w:t>
      </w:r>
    </w:p>
    <w:p w:rsidR="00B57835" w:rsidRPr="004C4CE8" w:rsidRDefault="004C4CE8">
      <w:pPr>
        <w:pStyle w:val="Heading1"/>
        <w:rPr>
          <w:u w:val="single"/>
        </w:rPr>
      </w:pPr>
      <w:r>
        <w:t xml:space="preserve">Building: </w:t>
      </w:r>
      <w:r w:rsidRPr="00E45567">
        <w:rPr>
          <w:b w:val="0"/>
          <w:u w:val="single"/>
        </w:rPr>
        <w:t>CAMS-North</w:t>
      </w:r>
    </w:p>
    <w:p w:rsidR="00B57835" w:rsidRPr="00E45567" w:rsidRDefault="00E45567">
      <w:pPr>
        <w:rPr>
          <w:b/>
          <w:bCs/>
          <w:u w:val="single"/>
        </w:rPr>
      </w:pPr>
      <w:r>
        <w:rPr>
          <w:b/>
          <w:bCs/>
        </w:rPr>
        <w:t xml:space="preserve">Week of: </w:t>
      </w:r>
      <w:r w:rsidR="005244CD">
        <w:rPr>
          <w:bCs/>
          <w:u w:val="single"/>
        </w:rPr>
        <w:t>September 5 &amp; 6</w:t>
      </w:r>
      <w:r w:rsidR="00E73C48">
        <w:rPr>
          <w:bCs/>
          <w:u w:val="single"/>
        </w:rPr>
        <w:t xml:space="preserve">, </w:t>
      </w:r>
      <w:r w:rsidRPr="00E45567">
        <w:rPr>
          <w:bCs/>
          <w:u w:val="single"/>
        </w:rPr>
        <w:t>201</w:t>
      </w:r>
      <w:r w:rsidR="00E73C48">
        <w:rPr>
          <w:bCs/>
          <w:u w:val="single"/>
        </w:rPr>
        <w:t>2</w:t>
      </w:r>
    </w:p>
    <w:p w:rsidR="00B57835" w:rsidRDefault="00B57835">
      <w:pPr>
        <w:rPr>
          <w:b/>
          <w:bCs/>
        </w:rPr>
      </w:pPr>
    </w:p>
    <w:p w:rsidR="00B57835" w:rsidRDefault="00B57835">
      <w:pPr>
        <w:rPr>
          <w:b/>
          <w:bCs/>
        </w:rPr>
      </w:pPr>
      <w:r>
        <w:rPr>
          <w:b/>
          <w:bCs/>
        </w:rPr>
        <w:t>This week we discussed….</w:t>
      </w:r>
    </w:p>
    <w:p w:rsidR="000A2B94" w:rsidRPr="00E66611" w:rsidRDefault="005244CD" w:rsidP="005244CD">
      <w:pPr>
        <w:numPr>
          <w:ilvl w:val="0"/>
          <w:numId w:val="8"/>
        </w:numPr>
        <w:rPr>
          <w:b/>
          <w:bCs/>
        </w:rPr>
      </w:pPr>
      <w:r>
        <w:rPr>
          <w:bCs/>
        </w:rPr>
        <w:t xml:space="preserve">Nancy </w:t>
      </w:r>
      <w:proofErr w:type="spellStart"/>
      <w:r>
        <w:rPr>
          <w:bCs/>
        </w:rPr>
        <w:t>Deardorff’s</w:t>
      </w:r>
      <w:proofErr w:type="spellEnd"/>
      <w:r>
        <w:rPr>
          <w:bCs/>
        </w:rPr>
        <w:t xml:space="preserve"> father is traveling around the tip of South America and has offered to keep our classes informed of his travels. We want to have a </w:t>
      </w:r>
      <w:proofErr w:type="spellStart"/>
      <w:r>
        <w:rPr>
          <w:bCs/>
        </w:rPr>
        <w:t>pre trip</w:t>
      </w:r>
      <w:proofErr w:type="spellEnd"/>
      <w:r>
        <w:rPr>
          <w:bCs/>
        </w:rPr>
        <w:t xml:space="preserve"> mini assembly for all of 6</w:t>
      </w:r>
      <w:r w:rsidRPr="005244CD">
        <w:rPr>
          <w:bCs/>
          <w:vertAlign w:val="superscript"/>
        </w:rPr>
        <w:t>th</w:t>
      </w:r>
      <w:r w:rsidR="00E66611">
        <w:rPr>
          <w:bCs/>
        </w:rPr>
        <w:t xml:space="preserve"> grade in December. </w:t>
      </w:r>
    </w:p>
    <w:p w:rsidR="00E66611" w:rsidRPr="005244CD" w:rsidRDefault="00E66611" w:rsidP="005244CD">
      <w:pPr>
        <w:numPr>
          <w:ilvl w:val="0"/>
          <w:numId w:val="8"/>
        </w:numPr>
        <w:rPr>
          <w:b/>
          <w:bCs/>
        </w:rPr>
      </w:pPr>
      <w:r>
        <w:rPr>
          <w:bCs/>
        </w:rPr>
        <w:t>Met with Tommy V about how this year is going to be run</w:t>
      </w:r>
      <w:bookmarkStart w:id="0" w:name="_GoBack"/>
      <w:bookmarkEnd w:id="0"/>
    </w:p>
    <w:p w:rsidR="00B57835" w:rsidRDefault="00B57835">
      <w:pPr>
        <w:pStyle w:val="Heading1"/>
      </w:pPr>
      <w:r>
        <w:t>We made the following decisions…</w:t>
      </w:r>
    </w:p>
    <w:p w:rsidR="003B4540" w:rsidRPr="003B4540" w:rsidRDefault="003B4540" w:rsidP="003B4540">
      <w:pPr>
        <w:pStyle w:val="ListParagraph"/>
        <w:numPr>
          <w:ilvl w:val="0"/>
          <w:numId w:val="11"/>
        </w:numPr>
      </w:pPr>
    </w:p>
    <w:p w:rsidR="00B57835" w:rsidRDefault="00B57835">
      <w:pPr>
        <w:pStyle w:val="Heading1"/>
      </w:pPr>
      <w:r>
        <w:t>We need…</w:t>
      </w:r>
    </w:p>
    <w:p w:rsidR="00B57835" w:rsidRDefault="00B57835"/>
    <w:p w:rsidR="003B4540" w:rsidRDefault="00B57835" w:rsidP="003B4540">
      <w:pPr>
        <w:rPr>
          <w:b/>
          <w:bCs/>
        </w:rPr>
      </w:pPr>
      <w:r>
        <w:rPr>
          <w:b/>
          <w:bCs/>
        </w:rPr>
        <w:t>Common Assessment(s) Given:</w:t>
      </w:r>
      <w:r w:rsidR="0023786B">
        <w:t xml:space="preserve"> </w:t>
      </w:r>
    </w:p>
    <w:p w:rsidR="00B57835" w:rsidRDefault="00B57835" w:rsidP="003B4540">
      <w:pPr>
        <w:tabs>
          <w:tab w:val="left" w:pos="5490"/>
        </w:tabs>
        <w:rPr>
          <w:b/>
          <w:bCs/>
        </w:rPr>
      </w:pPr>
    </w:p>
    <w:p w:rsidR="00EA7C42" w:rsidRDefault="00EA7C42" w:rsidP="00EA7C42">
      <w:pPr>
        <w:numPr>
          <w:ilvl w:val="0"/>
          <w:numId w:val="4"/>
        </w:numPr>
      </w:pPr>
    </w:p>
    <w:p w:rsidR="00B57835" w:rsidRDefault="003B4540" w:rsidP="003B4540">
      <w:pPr>
        <w:tabs>
          <w:tab w:val="left" w:pos="2820"/>
        </w:tabs>
      </w:pPr>
      <w:r>
        <w:tab/>
      </w:r>
    </w:p>
    <w:p w:rsidR="00B57835" w:rsidRDefault="00B57835">
      <w:r>
        <w:rPr>
          <w:b/>
          <w:bCs/>
        </w:rPr>
        <w:t>How will these results change instruction?</w:t>
      </w:r>
      <w:r>
        <w:t xml:space="preserve"> (i.e. – Is re-teaching necessary? Was one instructional strategy more effective than another? Is more/less time needed to </w:t>
      </w:r>
      <w:proofErr w:type="gramStart"/>
      <w:r>
        <w:t>cover</w:t>
      </w:r>
      <w:proofErr w:type="gramEnd"/>
      <w:r>
        <w:t xml:space="preserve"> this topic next year?)</w:t>
      </w:r>
    </w:p>
    <w:sectPr w:rsidR="00B57835" w:rsidSect="004A5193"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68E8"/>
    <w:multiLevelType w:val="hybridMultilevel"/>
    <w:tmpl w:val="ABCC4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E5ED5"/>
    <w:multiLevelType w:val="hybridMultilevel"/>
    <w:tmpl w:val="CFF0C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D7912"/>
    <w:multiLevelType w:val="hybridMultilevel"/>
    <w:tmpl w:val="DB9A2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B4162"/>
    <w:multiLevelType w:val="hybridMultilevel"/>
    <w:tmpl w:val="F8BAB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D6C92"/>
    <w:multiLevelType w:val="hybridMultilevel"/>
    <w:tmpl w:val="C64E41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0F69CF"/>
    <w:multiLevelType w:val="hybridMultilevel"/>
    <w:tmpl w:val="D44CF6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CF253E"/>
    <w:multiLevelType w:val="hybridMultilevel"/>
    <w:tmpl w:val="A9FCD7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C4A22"/>
    <w:multiLevelType w:val="hybridMultilevel"/>
    <w:tmpl w:val="6A6289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530B86"/>
    <w:multiLevelType w:val="hybridMultilevel"/>
    <w:tmpl w:val="AA46B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336B41"/>
    <w:multiLevelType w:val="hybridMultilevel"/>
    <w:tmpl w:val="F7620ED8"/>
    <w:lvl w:ilvl="0" w:tplc="419ED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9334A7"/>
    <w:multiLevelType w:val="hybridMultilevel"/>
    <w:tmpl w:val="C7FE1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EA1B24"/>
    <w:multiLevelType w:val="hybridMultilevel"/>
    <w:tmpl w:val="BF802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10"/>
  </w:num>
  <w:num w:numId="7">
    <w:abstractNumId w:val="11"/>
  </w:num>
  <w:num w:numId="8">
    <w:abstractNumId w:val="0"/>
  </w:num>
  <w:num w:numId="9">
    <w:abstractNumId w:val="3"/>
  </w:num>
  <w:num w:numId="10">
    <w:abstractNumId w:val="4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05"/>
    <w:rsid w:val="000159BA"/>
    <w:rsid w:val="0004148D"/>
    <w:rsid w:val="000A2B94"/>
    <w:rsid w:val="00215AFF"/>
    <w:rsid w:val="0023786B"/>
    <w:rsid w:val="003B4540"/>
    <w:rsid w:val="004A5193"/>
    <w:rsid w:val="004C4CE8"/>
    <w:rsid w:val="004C717F"/>
    <w:rsid w:val="005244CD"/>
    <w:rsid w:val="00790705"/>
    <w:rsid w:val="00846FAA"/>
    <w:rsid w:val="00951445"/>
    <w:rsid w:val="00994586"/>
    <w:rsid w:val="009A793B"/>
    <w:rsid w:val="00B57835"/>
    <w:rsid w:val="00B81526"/>
    <w:rsid w:val="00C52891"/>
    <w:rsid w:val="00E45567"/>
    <w:rsid w:val="00E66611"/>
    <w:rsid w:val="00E73C48"/>
    <w:rsid w:val="00EA351E"/>
    <w:rsid w:val="00EA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4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B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4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E2E2531C</Template>
  <TotalTime>3</TotalTime>
  <Pages>1</Pages>
  <Words>151</Words>
  <Characters>800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Science Department PLC Meeting Summary Sheet</vt:lpstr>
      <vt:lpstr>Grade Level/PLC Group: 6th Grade Western Hemisphere</vt:lpstr>
      <vt:lpstr>Building: CAMS-North</vt:lpstr>
      <vt:lpstr>We made the following decisions…</vt:lpstr>
      <vt:lpstr>We need…</vt:lpstr>
    </vt:vector>
  </TitlesOfParts>
  <Company>CASD</Company>
  <LinksUpToDate>false</LinksUpToDate>
  <CharactersWithSpaces>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Department PLC Meeting Summary Sheet</dc:title>
  <dc:creator>Diane McCallum</dc:creator>
  <cp:lastModifiedBy>Alexandria Kump</cp:lastModifiedBy>
  <cp:revision>3</cp:revision>
  <cp:lastPrinted>2012-01-20T18:08:00Z</cp:lastPrinted>
  <dcterms:created xsi:type="dcterms:W3CDTF">2012-09-07T12:57:00Z</dcterms:created>
  <dcterms:modified xsi:type="dcterms:W3CDTF">2012-09-07T18:27:00Z</dcterms:modified>
</cp:coreProperties>
</file>